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D5112F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9A0551" w:rsidRPr="009A0551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A0551" w:rsidRPr="009A0551">
        <w:rPr>
          <w:rFonts w:ascii="Times New Roman" w:eastAsia="Times New Roman" w:hAnsi="Times New Roman"/>
          <w:b/>
          <w:sz w:val="24"/>
          <w:szCs w:val="20"/>
          <w:lang w:eastAsia="pl-PL"/>
        </w:rPr>
        <w:t>BP.271.36.2018.BS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9A0551" w:rsidRPr="009A0551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Default="00B51E00" w:rsidP="00A56A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51E00">
        <w:rPr>
          <w:rFonts w:ascii="Times New Roman" w:eastAsia="Times New Roman" w:hAnsi="Times New Roman"/>
          <w:b/>
          <w:sz w:val="24"/>
          <w:szCs w:val="24"/>
          <w:lang w:eastAsia="pl-PL"/>
        </w:rPr>
        <w:t>Budowa Przyjaznego Ogrodu Życzliwości przy Przedszkolu Nr 5 w Śremie.</w:t>
      </w:r>
      <w:bookmarkStart w:id="0" w:name="_GoBack"/>
      <w:bookmarkEnd w:id="0"/>
    </w:p>
    <w:p w:rsidR="00A979B3" w:rsidRPr="00A56A6F" w:rsidRDefault="00A979B3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</w:t>
      </w:r>
      <w:proofErr w:type="gramStart"/>
      <w:r w:rsidRPr="00A56A6F">
        <w:rPr>
          <w:rFonts w:ascii="Times New Roman" w:hAnsi="Times New Roman"/>
          <w:sz w:val="24"/>
          <w:szCs w:val="24"/>
        </w:rPr>
        <w:t>zamówienia :</w:t>
      </w:r>
      <w:proofErr w:type="gramEnd"/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8E0" w:rsidRDefault="00ED68E0" w:rsidP="00025386">
      <w:pPr>
        <w:spacing w:after="0" w:line="240" w:lineRule="auto"/>
      </w:pPr>
      <w:r>
        <w:separator/>
      </w:r>
    </w:p>
  </w:endnote>
  <w:endnote w:type="continuationSeparator" w:id="0">
    <w:p w:rsidR="00ED68E0" w:rsidRDefault="00ED68E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551" w:rsidRDefault="009A05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5112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51E0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51E0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551" w:rsidRDefault="009A05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8E0" w:rsidRDefault="00ED68E0" w:rsidP="00025386">
      <w:pPr>
        <w:spacing w:after="0" w:line="240" w:lineRule="auto"/>
      </w:pPr>
      <w:r>
        <w:separator/>
      </w:r>
    </w:p>
  </w:footnote>
  <w:footnote w:type="continuationSeparator" w:id="0">
    <w:p w:rsidR="00ED68E0" w:rsidRDefault="00ED68E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551" w:rsidRDefault="009A05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551" w:rsidRDefault="009A05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551" w:rsidRDefault="009A05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8E0"/>
    <w:rsid w:val="00025386"/>
    <w:rsid w:val="00101B40"/>
    <w:rsid w:val="001C2314"/>
    <w:rsid w:val="003C30EF"/>
    <w:rsid w:val="0055761A"/>
    <w:rsid w:val="005624D8"/>
    <w:rsid w:val="005A0158"/>
    <w:rsid w:val="0069796D"/>
    <w:rsid w:val="008E405A"/>
    <w:rsid w:val="008F2498"/>
    <w:rsid w:val="009A0551"/>
    <w:rsid w:val="009F67DA"/>
    <w:rsid w:val="00A56A6F"/>
    <w:rsid w:val="00A979B3"/>
    <w:rsid w:val="00B51E00"/>
    <w:rsid w:val="00D5112F"/>
    <w:rsid w:val="00D55FC4"/>
    <w:rsid w:val="00E631B6"/>
    <w:rsid w:val="00ED68E0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5</cp:revision>
  <dcterms:created xsi:type="dcterms:W3CDTF">2018-06-20T07:00:00Z</dcterms:created>
  <dcterms:modified xsi:type="dcterms:W3CDTF">2018-06-20T10:57:00Z</dcterms:modified>
</cp:coreProperties>
</file>